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32C" w:rsidRDefault="0026032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2"/>
        <w:gridCol w:w="4872"/>
        <w:gridCol w:w="4872"/>
      </w:tblGrid>
      <w:tr w:rsidR="00A709C2" w:rsidTr="00A709C2">
        <w:tc>
          <w:tcPr>
            <w:tcW w:w="4872" w:type="dxa"/>
          </w:tcPr>
          <w:p w:rsidR="00A709C2" w:rsidRPr="00A709C2" w:rsidRDefault="00A709C2">
            <w:pPr>
              <w:rPr>
                <w:b/>
              </w:rPr>
            </w:pPr>
            <w:r>
              <w:rPr>
                <w:b/>
              </w:rPr>
              <w:t>Nama:</w:t>
            </w:r>
            <w:r w:rsidR="00F53DD2">
              <w:rPr>
                <w:b/>
              </w:rPr>
              <w:t xml:space="preserve"> ______________________________</w:t>
            </w:r>
          </w:p>
        </w:tc>
        <w:tc>
          <w:tcPr>
            <w:tcW w:w="4872" w:type="dxa"/>
          </w:tcPr>
          <w:p w:rsidR="00A709C2" w:rsidRPr="00A709C2" w:rsidRDefault="00A709C2">
            <w:pPr>
              <w:rPr>
                <w:b/>
              </w:rPr>
            </w:pPr>
            <w:r>
              <w:rPr>
                <w:b/>
              </w:rPr>
              <w:t>Kelas</w:t>
            </w:r>
            <w:r w:rsidR="00F53DD2">
              <w:rPr>
                <w:b/>
              </w:rPr>
              <w:t>: ______________________________</w:t>
            </w:r>
          </w:p>
        </w:tc>
        <w:tc>
          <w:tcPr>
            <w:tcW w:w="4872" w:type="dxa"/>
          </w:tcPr>
          <w:p w:rsidR="00A709C2" w:rsidRPr="00A709C2" w:rsidRDefault="00A709C2">
            <w:pPr>
              <w:rPr>
                <w:b/>
              </w:rPr>
            </w:pPr>
            <w:r>
              <w:rPr>
                <w:b/>
              </w:rPr>
              <w:t>Tarikh:</w:t>
            </w:r>
            <w:r w:rsidR="00F53DD2">
              <w:rPr>
                <w:b/>
              </w:rPr>
              <w:t xml:space="preserve"> ______________________________</w:t>
            </w:r>
          </w:p>
        </w:tc>
      </w:tr>
    </w:tbl>
    <w:p w:rsidR="00A709C2" w:rsidRDefault="00A709C2"/>
    <w:p w:rsidR="0026032C" w:rsidRDefault="00C4762D">
      <w:r>
        <w:rPr>
          <w:noProof/>
          <w:lang w:val="en-SG" w:eastAsia="en-S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63pt;margin-top:11.1pt;width:425.45pt;height:36pt;z-index:251661824" o:regroupid="1" stroked="f">
            <v:textbox style="mso-next-textbox:#_x0000_s1029">
              <w:txbxContent>
                <w:p w:rsidR="0026032C" w:rsidRPr="0026032C" w:rsidRDefault="00C4762D" w:rsidP="0026032C">
                  <w:pPr>
                    <w:jc w:val="center"/>
                    <w:rPr>
                      <w:rFonts w:ascii="Arial" w:hAnsi="Arial" w:cs="Arial"/>
                      <w:b/>
                      <w:sz w:val="48"/>
                      <w:szCs w:val="48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48"/>
                      <w:szCs w:val="48"/>
                      <w:lang w:val="en-US"/>
                    </w:rPr>
                    <w:t>CERPEN ‘MENATAP WAJAHNYA’</w:t>
                  </w:r>
                </w:p>
              </w:txbxContent>
            </v:textbox>
          </v:shape>
        </w:pict>
      </w:r>
    </w:p>
    <w:p w:rsidR="0026032C" w:rsidRDefault="0026032C"/>
    <w:p w:rsidR="0026032C" w:rsidRDefault="0026032C"/>
    <w:p w:rsidR="0026032C" w:rsidRDefault="0026032C"/>
    <w:p w:rsidR="00494EEA" w:rsidRDefault="00B91E17" w:rsidP="00B91E17">
      <w:r>
        <w:rPr>
          <w:noProof/>
          <w:lang w:val="en-SG" w:eastAsia="en-SG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-149392</wp:posOffset>
            </wp:positionH>
            <wp:positionV relativeFrom="paragraph">
              <wp:posOffset>-6417</wp:posOffset>
            </wp:positionV>
            <wp:extent cx="9456119" cy="5077326"/>
            <wp:effectExtent l="19050" t="0" r="0" b="0"/>
            <wp:wrapNone/>
            <wp:docPr id="5" name="Picture 5" descr="C:\Users\User\Downloads\F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FIS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8791" t="16271" r="29062" b="198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6119" cy="5077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94EEA" w:rsidSect="0026032C">
      <w:headerReference w:type="default" r:id="rId8"/>
      <w:footerReference w:type="default" r:id="rId9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BB7" w:rsidRDefault="00AC7BB7">
      <w:r>
        <w:separator/>
      </w:r>
    </w:p>
  </w:endnote>
  <w:endnote w:type="continuationSeparator" w:id="0">
    <w:p w:rsidR="00AC7BB7" w:rsidRDefault="00AC7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91719"/>
      <w:docPartObj>
        <w:docPartGallery w:val="Page Numbers (Bottom of Page)"/>
        <w:docPartUnique/>
      </w:docPartObj>
    </w:sdtPr>
    <w:sdtContent>
      <w:p w:rsidR="00C4762D" w:rsidRDefault="00C4762D">
        <w:pPr>
          <w:pStyle w:val="Footer"/>
          <w:jc w:val="right"/>
        </w:pPr>
        <w:fldSimple w:instr=" PAGE   \* MERGEFORMAT ">
          <w:r w:rsidR="00AC7BB7">
            <w:rPr>
              <w:noProof/>
            </w:rPr>
            <w:t>1</w:t>
          </w:r>
        </w:fldSimple>
      </w:p>
    </w:sdtContent>
  </w:sdt>
  <w:p w:rsidR="00527958" w:rsidRPr="00527958" w:rsidRDefault="00527958" w:rsidP="00527958">
    <w:pPr>
      <w:pStyle w:val="Footer"/>
      <w:ind w:right="360"/>
      <w:jc w:val="both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BB7" w:rsidRDefault="00AC7BB7">
      <w:r>
        <w:separator/>
      </w:r>
    </w:p>
  </w:footnote>
  <w:footnote w:type="continuationSeparator" w:id="0">
    <w:p w:rsidR="00AC7BB7" w:rsidRDefault="00AC7B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62D" w:rsidRDefault="00C4762D" w:rsidP="00C4762D">
    <w:pPr>
      <w:pStyle w:val="Header"/>
      <w:jc w:val="right"/>
    </w:pPr>
    <w:r>
      <w:t>A3D</w:t>
    </w:r>
    <w:r>
      <w:ptab w:relativeTo="margin" w:alignment="center" w:leader="none"/>
    </w:r>
    <w:r>
      <w:ptab w:relativeTo="margin" w:alignment="right" w:leader="none"/>
    </w:r>
    <w:r>
      <w:t xml:space="preserve">Lembaran Kerja </w:t>
    </w:r>
    <w:r w:rsidR="00BB38AA">
      <w:t>1</w:t>
    </w:r>
    <w:r>
      <w:t xml:space="preserve"> </w:t>
    </w:r>
    <w:r w:rsidR="00BB38AA">
      <w:t>–</w:t>
    </w:r>
    <w:r>
      <w:t xml:space="preserve"> </w:t>
    </w:r>
    <w:r w:rsidR="00BB38AA">
      <w:t>Kosa Kata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attachedTemplate r:id="rId1"/>
  <w:stylePaneFormatFilter w:val="3F01"/>
  <w:defaultTabStop w:val="720"/>
  <w:drawingGridHorizontalSpacing w:val="57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709C2"/>
    <w:rsid w:val="00222EFD"/>
    <w:rsid w:val="0026032C"/>
    <w:rsid w:val="00494EEA"/>
    <w:rsid w:val="00507569"/>
    <w:rsid w:val="00527958"/>
    <w:rsid w:val="0066319F"/>
    <w:rsid w:val="00A709C2"/>
    <w:rsid w:val="00AC7BB7"/>
    <w:rsid w:val="00AE3526"/>
    <w:rsid w:val="00B11BEC"/>
    <w:rsid w:val="00B57B64"/>
    <w:rsid w:val="00B91E17"/>
    <w:rsid w:val="00BB38AA"/>
    <w:rsid w:val="00BD6554"/>
    <w:rsid w:val="00C4762D"/>
    <w:rsid w:val="00D332C4"/>
    <w:rsid w:val="00F53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2EFD"/>
    <w:rPr>
      <w:sz w:val="24"/>
      <w:szCs w:val="24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2795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2795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476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762D"/>
    <w:rPr>
      <w:rFonts w:ascii="Tahoma" w:hAnsi="Tahoma" w:cs="Tahoma"/>
      <w:sz w:val="16"/>
      <w:szCs w:val="16"/>
      <w:lang w:val="es-MX"/>
    </w:rPr>
  </w:style>
  <w:style w:type="character" w:customStyle="1" w:styleId="FooterChar">
    <w:name w:val="Footer Char"/>
    <w:basedOn w:val="DefaultParagraphFont"/>
    <w:link w:val="Footer"/>
    <w:uiPriority w:val="99"/>
    <w:rsid w:val="00C4762D"/>
    <w:rPr>
      <w:sz w:val="24"/>
      <w:szCs w:val="24"/>
      <w:lang w:val="es-MX"/>
    </w:rPr>
  </w:style>
  <w:style w:type="table" w:styleId="TableGrid">
    <w:name w:val="Table Grid"/>
    <w:basedOn w:val="TableNormal"/>
    <w:rsid w:val="00A709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EdWorld_FishboneDiagra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A7353"/>
    <w:rsid w:val="006A7353"/>
    <w:rsid w:val="00741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C486291622406DB5EDCD6E964E8D7C">
    <w:name w:val="1EC486291622406DB5EDCD6E964E8D7C"/>
    <w:rsid w:val="006A7353"/>
  </w:style>
  <w:style w:type="paragraph" w:customStyle="1" w:styleId="1FFAF00F1965444B8B36F9D9D9D040E7">
    <w:name w:val="1FFAF00F1965444B8B36F9D9D9D040E7"/>
    <w:rsid w:val="006A7353"/>
  </w:style>
  <w:style w:type="paragraph" w:customStyle="1" w:styleId="2E211CE0D64B4F6299BAE99892DDAC51">
    <w:name w:val="2E211CE0D64B4F6299BAE99892DDAC51"/>
    <w:rsid w:val="006A735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741D742-D9D7-441B-9EB5-A74A151555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EdWorld_FishboneDiagram</Template>
  <TotalTime>12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2012-02-09T11:25:00Z</dcterms:created>
  <dcterms:modified xsi:type="dcterms:W3CDTF">2012-02-09T11:37:00Z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TC018878989991</vt:lpwstr>
  </property>
</Properties>
</file>